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9615C" w:rsidRDefault="005B58B3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Mustafa was bored with his work as a telephone operator in a large telephone banking firm. The business received calls from customers who wanted to use banking services but did not h</w:t>
      </w:r>
      <w:r w:rsidRPr="0089615C">
        <w:rPr>
          <w:sz w:val="24"/>
          <w:szCs w:val="24"/>
          <w:lang w:val="en-US"/>
        </w:rPr>
        <w:t>ave time to go to a bank branch.</w:t>
      </w:r>
    </w:p>
    <w:p w:rsidR="00000000" w:rsidRPr="0089615C" w:rsidRDefault="005B58B3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 xml:space="preserve">Mustafa worked in a team, called team A, with other colleagues, Hassan and Amel. They were supervised by Asser, who was under the authority of Mohammed. </w:t>
      </w:r>
      <w:r w:rsidRPr="0089615C">
        <w:rPr>
          <w:sz w:val="24"/>
          <w:szCs w:val="24"/>
          <w:lang w:val="en-US"/>
        </w:rPr>
        <w:t>There were two other groups of telephone operators, team B and Team C. These two teams were the same size as team A. They also had their own supervisors who reported to Mohammed.</w:t>
      </w:r>
    </w:p>
    <w:p w:rsidR="00000000" w:rsidRPr="0089615C" w:rsidRDefault="005B58B3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All cal</w:t>
      </w:r>
      <w:r w:rsidRPr="0089615C">
        <w:rPr>
          <w:sz w:val="24"/>
          <w:szCs w:val="24"/>
          <w:lang w:val="en-US"/>
        </w:rPr>
        <w:t>ls were recorded and supervisors could listen in to make sure all workers were polite and helpful to customers. Telephone operators were on</w:t>
      </w:r>
      <w:r w:rsidR="0089615C" w:rsidRPr="0089615C">
        <w:rPr>
          <w:sz w:val="24"/>
          <w:szCs w:val="24"/>
          <w:lang w:val="en-US"/>
        </w:rPr>
        <w:t xml:space="preserve">ly allowed to do certain tasks </w:t>
      </w:r>
      <w:r w:rsidRPr="0089615C">
        <w:rPr>
          <w:sz w:val="24"/>
          <w:szCs w:val="24"/>
          <w:lang w:val="en-US"/>
        </w:rPr>
        <w:t>for customers. Other jobs, such as transfers of large sums of money, had to be referr</w:t>
      </w:r>
      <w:r w:rsidRPr="0089615C">
        <w:rPr>
          <w:sz w:val="24"/>
          <w:szCs w:val="24"/>
          <w:lang w:val="en-US"/>
        </w:rPr>
        <w:t>ed to a supervisor or manager. Telephone operators had to aim to answer 20 calls per hour. No wonder Mustafa was bored with his work!</w:t>
      </w:r>
    </w:p>
    <w:p w:rsidR="009B06E6" w:rsidRPr="0089615C" w:rsidRDefault="009B06E6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b/>
          <w:bCs/>
          <w:sz w:val="24"/>
          <w:szCs w:val="24"/>
          <w:lang w:val="en-US"/>
        </w:rPr>
        <w:t>Activity 7.3</w:t>
      </w:r>
    </w:p>
    <w:p w:rsidR="00000000" w:rsidRPr="0089615C" w:rsidRDefault="005B58B3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Read the case study above</w:t>
      </w:r>
    </w:p>
    <w:p w:rsidR="00000000" w:rsidRPr="0089615C" w:rsidRDefault="0089615C" w:rsidP="0089615C">
      <w:pPr>
        <w:numPr>
          <w:ilvl w:val="0"/>
          <w:numId w:val="16"/>
        </w:numPr>
        <w:tabs>
          <w:tab w:val="right" w:pos="10170"/>
        </w:tabs>
        <w:rPr>
          <w:sz w:val="24"/>
          <w:szCs w:val="24"/>
        </w:rPr>
      </w:pPr>
      <w:r w:rsidRPr="0089615C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240030</wp:posOffset>
                </wp:positionV>
                <wp:extent cx="6600825" cy="2324100"/>
                <wp:effectExtent l="19050" t="1905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2324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Default="0089615C" w:rsidP="0089615C">
                            <w:pPr>
                              <w:jc w:val="right"/>
                            </w:pPr>
                          </w:p>
                          <w:p w:rsidR="0089615C" w:rsidRPr="0089615C" w:rsidRDefault="0089615C" w:rsidP="0089615C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3.75pt;margin-top:18.9pt;width:519.75pt;height:18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" filled="f" strokecolor="#0d0d0d [3069]" strokeweight="2.25pt">
                <v:textbox>
                  <w:txbxContent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Default="0089615C" w:rsidP="0089615C">
                      <w:pPr>
                        <w:jc w:val="right"/>
                      </w:pPr>
                    </w:p>
                    <w:p w:rsidR="0089615C" w:rsidRPr="0089615C" w:rsidRDefault="0089615C" w:rsidP="0089615C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  <w:r w:rsidR="005B58B3" w:rsidRPr="0089615C">
        <w:rPr>
          <w:sz w:val="24"/>
          <w:szCs w:val="24"/>
          <w:lang w:val="en-US"/>
        </w:rPr>
        <w:t>Draw the organisational chart for this telephone business.</w:t>
      </w: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  <w:r w:rsidRPr="0089615C"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br/>
      </w: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  <w:lang w:val="en-US"/>
        </w:rPr>
      </w:pPr>
      <w:r w:rsidRPr="0089615C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4BAC2" wp14:editId="0D5D77A7">
                <wp:simplePos x="0" y="0"/>
                <wp:positionH relativeFrom="margin">
                  <wp:posOffset>6257925</wp:posOffset>
                </wp:positionH>
                <wp:positionV relativeFrom="paragraph">
                  <wp:posOffset>179705</wp:posOffset>
                </wp:positionV>
                <wp:extent cx="257175" cy="257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15C" w:rsidRPr="0089615C" w:rsidRDefault="0089615C">
                            <w:pPr>
                              <w:rPr>
                                <w:sz w:val="30"/>
                              </w:rPr>
                            </w:pPr>
                            <w:r w:rsidRPr="0089615C">
                              <w:rPr>
                                <w:sz w:val="30"/>
                              </w:rPr>
                              <w:t>[4]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64BA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92.75pt;margin-top:14.15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" fillcolor="white [3201]" stroked="f" strokeweight=".5pt">
                <v:textbox inset="0,0,0,0">
                  <w:txbxContent>
                    <w:p w:rsidR="0089615C" w:rsidRPr="0089615C" w:rsidRDefault="0089615C">
                      <w:pPr>
                        <w:rPr>
                          <w:sz w:val="30"/>
                        </w:rPr>
                      </w:pPr>
                      <w:r w:rsidRPr="0089615C">
                        <w:rPr>
                          <w:sz w:val="30"/>
                        </w:rPr>
                        <w:t>[4]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615C" w:rsidRPr="0089615C" w:rsidRDefault="0089615C" w:rsidP="0089615C">
      <w:pPr>
        <w:tabs>
          <w:tab w:val="right" w:pos="10170"/>
        </w:tabs>
        <w:ind w:left="720"/>
        <w:rPr>
          <w:sz w:val="24"/>
          <w:szCs w:val="24"/>
        </w:rPr>
      </w:pPr>
    </w:p>
    <w:p w:rsidR="00000000" w:rsidRPr="0089615C" w:rsidRDefault="005B58B3" w:rsidP="0089615C">
      <w:pPr>
        <w:numPr>
          <w:ilvl w:val="0"/>
          <w:numId w:val="16"/>
        </w:num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What is the span of control for the supervisors?</w:t>
      </w:r>
    </w:p>
    <w:p w:rsidR="0089615C" w:rsidRPr="0089615C" w:rsidRDefault="0089615C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89615C">
        <w:rPr>
          <w:sz w:val="24"/>
          <w:szCs w:val="24"/>
          <w:lang w:val="en-US"/>
        </w:rPr>
        <w:tab/>
        <w:t>[3]</w:t>
      </w:r>
    </w:p>
    <w:p w:rsidR="00000000" w:rsidRPr="0089615C" w:rsidRDefault="005B58B3" w:rsidP="0089615C">
      <w:pPr>
        <w:numPr>
          <w:ilvl w:val="0"/>
          <w:numId w:val="16"/>
        </w:num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What would be the advantages and disadvantages of removing the supervisors altogether? Your answer should include references to:</w:t>
      </w:r>
    </w:p>
    <w:p w:rsidR="0089615C" w:rsidRPr="0089615C" w:rsidRDefault="0089615C" w:rsidP="0089615C">
      <w:pPr>
        <w:tabs>
          <w:tab w:val="right" w:pos="10170"/>
        </w:tabs>
        <w:rPr>
          <w:sz w:val="24"/>
          <w:szCs w:val="24"/>
        </w:rPr>
      </w:pPr>
      <w:r w:rsidRPr="0089615C">
        <w:rPr>
          <w:sz w:val="24"/>
          <w:szCs w:val="24"/>
          <w:lang w:val="en-US"/>
        </w:rPr>
        <w:t>Chain of command:______________________________________________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________________</w:t>
      </w:r>
      <w:r w:rsidRPr="0089615C">
        <w:rPr>
          <w:sz w:val="24"/>
          <w:szCs w:val="24"/>
          <w:lang w:val="en-US"/>
        </w:rPr>
        <w:br/>
        <w:t>______________________________________________________________________________________________________________________________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</w:t>
      </w:r>
      <w:r w:rsidRPr="0089615C">
        <w:rPr>
          <w:sz w:val="24"/>
          <w:szCs w:val="24"/>
          <w:lang w:val="en-US"/>
        </w:rPr>
        <w:t>______________________________</w:t>
      </w:r>
      <w:r w:rsidRPr="0089615C">
        <w:rPr>
          <w:sz w:val="24"/>
          <w:szCs w:val="24"/>
          <w:lang w:val="en-US"/>
        </w:rPr>
        <w:br/>
        <w:t>Delegation: ________________________________</w:t>
      </w:r>
      <w:r w:rsidRPr="0089615C">
        <w:rPr>
          <w:sz w:val="24"/>
          <w:szCs w:val="24"/>
          <w:lang w:val="en-US"/>
        </w:rPr>
        <w:t>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_____________</w:t>
      </w:r>
      <w:r w:rsidRPr="0089615C">
        <w:rPr>
          <w:sz w:val="24"/>
          <w:szCs w:val="24"/>
          <w:lang w:val="en-US"/>
        </w:rPr>
        <w:t>________</w:t>
      </w:r>
      <w:r w:rsidRPr="0089615C">
        <w:rPr>
          <w:sz w:val="24"/>
          <w:szCs w:val="24"/>
          <w:lang w:val="en-US"/>
        </w:rPr>
        <w:t>__</w:t>
      </w:r>
      <w:r w:rsidRPr="0089615C"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t>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</w:t>
      </w:r>
      <w:r w:rsidRPr="0089615C">
        <w:rPr>
          <w:sz w:val="24"/>
          <w:szCs w:val="24"/>
          <w:lang w:val="en-US"/>
        </w:rPr>
        <w:t>________________</w:t>
      </w:r>
      <w:r w:rsidRPr="0089615C">
        <w:rPr>
          <w:sz w:val="24"/>
          <w:szCs w:val="24"/>
          <w:lang w:val="en-US"/>
        </w:rPr>
        <w:t>____________________________</w:t>
      </w:r>
      <w:r>
        <w:rPr>
          <w:sz w:val="24"/>
          <w:szCs w:val="24"/>
          <w:lang w:val="en-US"/>
        </w:rPr>
        <w:br/>
      </w:r>
      <w:r w:rsidRPr="0089615C">
        <w:rPr>
          <w:sz w:val="24"/>
          <w:szCs w:val="24"/>
          <w:lang w:val="en-US"/>
        </w:rPr>
        <w:t>Span of Control: 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__________________________________________________________</w:t>
      </w:r>
      <w:r w:rsidRPr="0089615C">
        <w:rPr>
          <w:sz w:val="24"/>
          <w:szCs w:val="24"/>
          <w:lang w:val="en-US"/>
        </w:rPr>
        <w:br/>
        <w:t>_____________________________________________________________________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</w:t>
      </w:r>
      <w:bookmarkStart w:id="0" w:name="_GoBack"/>
      <w:bookmarkEnd w:id="0"/>
      <w:r w:rsidRPr="0089615C"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br/>
        <w:t>_______________________________________________________________________</w:t>
      </w:r>
      <w:r>
        <w:rPr>
          <w:sz w:val="24"/>
          <w:szCs w:val="24"/>
          <w:lang w:val="en-US"/>
        </w:rPr>
        <w:t>_______</w:t>
      </w:r>
      <w:r w:rsidRPr="0089615C">
        <w:rPr>
          <w:sz w:val="24"/>
          <w:szCs w:val="24"/>
          <w:lang w:val="en-US"/>
        </w:rPr>
        <w:t>____</w:t>
      </w:r>
      <w:r w:rsidRPr="0089615C">
        <w:rPr>
          <w:sz w:val="24"/>
          <w:szCs w:val="24"/>
          <w:lang w:val="en-US"/>
        </w:rPr>
        <w:tab/>
        <w:t>[6]</w:t>
      </w:r>
    </w:p>
    <w:sectPr w:rsidR="0089615C" w:rsidRPr="0089615C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B3" w:rsidRDefault="005B58B3" w:rsidP="00027C4B">
      <w:pPr>
        <w:spacing w:after="0" w:line="240" w:lineRule="auto"/>
      </w:pPr>
      <w:r>
        <w:separator/>
      </w:r>
    </w:p>
  </w:endnote>
  <w:endnote w:type="continuationSeparator" w:id="0">
    <w:p w:rsidR="005B58B3" w:rsidRDefault="005B58B3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B3" w:rsidRDefault="005B58B3" w:rsidP="00027C4B">
      <w:pPr>
        <w:spacing w:after="0" w:line="240" w:lineRule="auto"/>
      </w:pPr>
      <w:r>
        <w:separator/>
      </w:r>
    </w:p>
  </w:footnote>
  <w:footnote w:type="continuationSeparator" w:id="0">
    <w:p w:rsidR="005B58B3" w:rsidRDefault="005B58B3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89615C" w:rsidRDefault="009B06E6" w:rsidP="0089615C">
    <w:pPr>
      <w:rPr>
        <w:b/>
        <w:bCs/>
        <w:sz w:val="32"/>
        <w:szCs w:val="26"/>
        <w:lang w:val="en-US"/>
      </w:rPr>
    </w:pPr>
    <w:r>
      <w:rPr>
        <w:b/>
        <w:bCs/>
        <w:sz w:val="32"/>
        <w:szCs w:val="26"/>
        <w:lang w:val="en-US"/>
      </w:rPr>
      <w:t>Activity 7.3 - Chain of Command and Span of Control</w:t>
    </w:r>
    <w:r w:rsidR="0089615C">
      <w:rPr>
        <w:b/>
        <w:bCs/>
        <w:sz w:val="32"/>
        <w:szCs w:val="26"/>
        <w:lang w:val="en-US"/>
      </w:rPr>
      <w:t xml:space="preserve"> - </w:t>
    </w:r>
    <w:r w:rsidR="0089615C" w:rsidRPr="0089615C">
      <w:rPr>
        <w:b/>
        <w:bCs/>
        <w:sz w:val="32"/>
        <w:szCs w:val="26"/>
        <w:lang w:val="en-US"/>
      </w:rPr>
      <w:t>Case Study Example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A1998"/>
    <w:multiLevelType w:val="hybridMultilevel"/>
    <w:tmpl w:val="2264BFBC"/>
    <w:lvl w:ilvl="0" w:tplc="44306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FEE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4D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A1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8CD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C8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F61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24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58E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C437CF"/>
    <w:multiLevelType w:val="hybridMultilevel"/>
    <w:tmpl w:val="A0509200"/>
    <w:lvl w:ilvl="0" w:tplc="AEDA72A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06D88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A091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736BD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4C051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B8C76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4E33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54232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ED8CB6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93B406D"/>
    <w:multiLevelType w:val="hybridMultilevel"/>
    <w:tmpl w:val="CBA28BEC"/>
    <w:lvl w:ilvl="0" w:tplc="62BE8E5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1E03AA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1C194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8A5C7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A4E85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C8C4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40B5F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CCC1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D656B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243552"/>
    <w:multiLevelType w:val="hybridMultilevel"/>
    <w:tmpl w:val="88B888A2"/>
    <w:lvl w:ilvl="0" w:tplc="49BE6F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7EFC2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1ACDF4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1D04BB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E94E2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DC0924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670C7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DF822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2F2E16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3"/>
  </w:num>
  <w:num w:numId="5">
    <w:abstractNumId w:val="15"/>
  </w:num>
  <w:num w:numId="6">
    <w:abstractNumId w:val="7"/>
  </w:num>
  <w:num w:numId="7">
    <w:abstractNumId w:val="11"/>
  </w:num>
  <w:num w:numId="8">
    <w:abstractNumId w:val="10"/>
  </w:num>
  <w:num w:numId="9">
    <w:abstractNumId w:val="8"/>
  </w:num>
  <w:num w:numId="10">
    <w:abstractNumId w:val="14"/>
  </w:num>
  <w:num w:numId="11">
    <w:abstractNumId w:val="16"/>
  </w:num>
  <w:num w:numId="12">
    <w:abstractNumId w:val="4"/>
  </w:num>
  <w:num w:numId="13">
    <w:abstractNumId w:val="3"/>
  </w:num>
  <w:num w:numId="14">
    <w:abstractNumId w:val="1"/>
  </w:num>
  <w:num w:numId="15">
    <w:abstractNumId w:val="2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B58B3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9615C"/>
    <w:rsid w:val="008B1285"/>
    <w:rsid w:val="009B06E6"/>
    <w:rsid w:val="009F52DD"/>
    <w:rsid w:val="00B53B62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B091E-82AE-4865-A689-1A33EA41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5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6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2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1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123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2.2 - Activity 7.3 - Chain of Command and Span of Control</Template>
  <TotalTime>7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2015-12-28T07:22:00Z</dcterms:created>
  <dcterms:modified xsi:type="dcterms:W3CDTF">2015-12-28T07:22:00Z</dcterms:modified>
</cp:coreProperties>
</file>